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6431D3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C1376E" w:rsidRPr="00C1376E">
        <w:rPr>
          <w:b/>
          <w:i w:val="0"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C1376E" w:rsidRPr="00C1376E">
        <w:rPr>
          <w:rFonts w:ascii="Times New Roman" w:eastAsia="Times New Roman" w:hAnsi="Times New Roman"/>
          <w:b/>
          <w:sz w:val="24"/>
          <w:szCs w:val="20"/>
          <w:lang w:eastAsia="pl-PL"/>
        </w:rPr>
        <w:t>BP.271.17.2018.BS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C1376E" w:rsidRPr="00C1376E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C1376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1376E">
        <w:rPr>
          <w:rFonts w:ascii="Times New Roman" w:eastAsia="Times New Roman" w:hAnsi="Times New Roman"/>
          <w:b/>
          <w:sz w:val="24"/>
          <w:szCs w:val="24"/>
          <w:lang w:eastAsia="pl-PL"/>
        </w:rPr>
        <w:t>Dostawa i montaż elementów placów zabaw na terenach sołeckich gminy Śrem wraz z przygotowaniem dokumentacji niezbędnej do zgłoszenia robót w Starostwie powiatowym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A93" w:rsidRDefault="00134A93" w:rsidP="00025386">
      <w:pPr>
        <w:spacing w:after="0" w:line="240" w:lineRule="auto"/>
      </w:pPr>
      <w:r>
        <w:separator/>
      </w:r>
    </w:p>
  </w:endnote>
  <w:endnote w:type="continuationSeparator" w:id="0">
    <w:p w:rsidR="00134A93" w:rsidRDefault="00134A9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6E" w:rsidRDefault="00C1376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6431D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431D3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431D3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6E" w:rsidRDefault="00C137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A93" w:rsidRDefault="00134A93" w:rsidP="00025386">
      <w:pPr>
        <w:spacing w:after="0" w:line="240" w:lineRule="auto"/>
      </w:pPr>
      <w:r>
        <w:separator/>
      </w:r>
    </w:p>
  </w:footnote>
  <w:footnote w:type="continuationSeparator" w:id="0">
    <w:p w:rsidR="00134A93" w:rsidRDefault="00134A9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6E" w:rsidRDefault="00C137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6E" w:rsidRDefault="00C1376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6E" w:rsidRDefault="00C137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93"/>
    <w:rsid w:val="00025386"/>
    <w:rsid w:val="000423B9"/>
    <w:rsid w:val="00084786"/>
    <w:rsid w:val="00134A93"/>
    <w:rsid w:val="001C2314"/>
    <w:rsid w:val="004374F2"/>
    <w:rsid w:val="00460705"/>
    <w:rsid w:val="00485239"/>
    <w:rsid w:val="0055145C"/>
    <w:rsid w:val="005624D8"/>
    <w:rsid w:val="006431D3"/>
    <w:rsid w:val="00657A47"/>
    <w:rsid w:val="00745A44"/>
    <w:rsid w:val="008B797E"/>
    <w:rsid w:val="008F2498"/>
    <w:rsid w:val="00A56A6F"/>
    <w:rsid w:val="00B77707"/>
    <w:rsid w:val="00BE3BCE"/>
    <w:rsid w:val="00C1376E"/>
    <w:rsid w:val="00D55FC4"/>
    <w:rsid w:val="00D97BF8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2018-04-23T12:48:00Z</dcterms:created>
  <dcterms:modified xsi:type="dcterms:W3CDTF">2018-04-23T12:48:00Z</dcterms:modified>
</cp:coreProperties>
</file>